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第一师阿拉尔市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创建国家公共文化服务体系示范区”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宣传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标识（LOGO）征集活动报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520" w:lineRule="exact"/>
              <w:textAlignment w:val="auto"/>
              <w:outlineLvl w:val="9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应征方案编号（此项应征者不用填写）：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应征作品内含文件（必填）：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2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标识（LOGO）设计方案共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32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其他文件（如有）：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52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投稿人姓名/机构名称（必填）：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联系电话（固话请注明区号）（必填）：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电子邮箱（必填）：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通讯地址及邮政编码（选填）：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852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此表必须与作品一同提交，投稿将视为已阅读、理解并接受《关于征集“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第一师阿拉尔市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创建国家公共文化服务体系示范区”标识（LOGO）的公告》，并保证所填事项属实。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7354A"/>
    <w:rsid w:val="03F8604E"/>
    <w:rsid w:val="053A20A8"/>
    <w:rsid w:val="08EA761F"/>
    <w:rsid w:val="0A6A6C25"/>
    <w:rsid w:val="0B1D23F1"/>
    <w:rsid w:val="0B222BD6"/>
    <w:rsid w:val="0DAE289C"/>
    <w:rsid w:val="151C0694"/>
    <w:rsid w:val="17D1313D"/>
    <w:rsid w:val="185F4509"/>
    <w:rsid w:val="18ED399D"/>
    <w:rsid w:val="1EEB233A"/>
    <w:rsid w:val="1F6863B8"/>
    <w:rsid w:val="22D84A9E"/>
    <w:rsid w:val="23B85D9B"/>
    <w:rsid w:val="275E6150"/>
    <w:rsid w:val="28D5428B"/>
    <w:rsid w:val="2A226124"/>
    <w:rsid w:val="303C17B8"/>
    <w:rsid w:val="30CC42AE"/>
    <w:rsid w:val="3137354A"/>
    <w:rsid w:val="333F6D0A"/>
    <w:rsid w:val="36821286"/>
    <w:rsid w:val="3745399A"/>
    <w:rsid w:val="38AA4305"/>
    <w:rsid w:val="3C422688"/>
    <w:rsid w:val="3DF12DBE"/>
    <w:rsid w:val="3E203088"/>
    <w:rsid w:val="44C65532"/>
    <w:rsid w:val="454C4D52"/>
    <w:rsid w:val="47DA671A"/>
    <w:rsid w:val="4B4279F1"/>
    <w:rsid w:val="4BDF08E3"/>
    <w:rsid w:val="4C85224B"/>
    <w:rsid w:val="4EB57DE4"/>
    <w:rsid w:val="501C23C6"/>
    <w:rsid w:val="50EF7837"/>
    <w:rsid w:val="52F10FF0"/>
    <w:rsid w:val="550E335F"/>
    <w:rsid w:val="551A1540"/>
    <w:rsid w:val="55D81CED"/>
    <w:rsid w:val="5FF163A7"/>
    <w:rsid w:val="60905A43"/>
    <w:rsid w:val="617F4F95"/>
    <w:rsid w:val="64FF48EE"/>
    <w:rsid w:val="654A552A"/>
    <w:rsid w:val="689B56A4"/>
    <w:rsid w:val="694333C0"/>
    <w:rsid w:val="6A0C0BD7"/>
    <w:rsid w:val="6B997E94"/>
    <w:rsid w:val="6C401F47"/>
    <w:rsid w:val="6D18478F"/>
    <w:rsid w:val="6D2524CA"/>
    <w:rsid w:val="6D535020"/>
    <w:rsid w:val="6ED44662"/>
    <w:rsid w:val="740F0F30"/>
    <w:rsid w:val="741A156B"/>
    <w:rsid w:val="74BC3598"/>
    <w:rsid w:val="7D99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2018-10-09T04:15:00Z</dcterms:created>
  <dc:creator>伟1416907131</dc:creator>
  <cp:lastModifiedBy>李龙</cp:lastModifiedBy>
  <cp:lastPrinted>2018-11-06T10:41:00Z</cp:lastPrinted>
  <dcterms:modified xsi:type="dcterms:W3CDTF">2018-11-21T10:12:24Z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